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13B1694F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E25F53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443C8FE7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E25F53">
        <w:rPr>
          <w:rFonts w:ascii="Corbel" w:hAnsi="Corbel"/>
          <w:sz w:val="20"/>
          <w:szCs w:val="20"/>
        </w:rPr>
        <w:t>1</w:t>
      </w:r>
      <w:r w:rsidRPr="009D3A4B">
        <w:rPr>
          <w:rFonts w:ascii="Corbel" w:hAnsi="Corbel"/>
          <w:sz w:val="20"/>
          <w:szCs w:val="20"/>
        </w:rPr>
        <w:t>/202</w:t>
      </w:r>
      <w:r w:rsidR="00E25F53">
        <w:rPr>
          <w:rFonts w:ascii="Corbel" w:hAnsi="Corbel"/>
          <w:sz w:val="20"/>
          <w:szCs w:val="20"/>
        </w:rPr>
        <w:t>2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FD139B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21D9F9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23467B3" w:rsidR="00015B8F" w:rsidRPr="009C54AE" w:rsidRDefault="00B764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0DA2C973" w:rsidR="008F4181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12D51B3F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4044636F" w:rsidR="00E8484D" w:rsidRPr="009C54AE" w:rsidRDefault="00E8484D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644C" w:rsidRPr="009C54AE" w14:paraId="0E961A27" w14:textId="77777777" w:rsidTr="001E0DD3">
        <w:tc>
          <w:tcPr>
            <w:tcW w:w="1962" w:type="dxa"/>
          </w:tcPr>
          <w:p w14:paraId="13D6930D" w14:textId="36CE5A54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61EC39F8" w:rsidR="00B7644C" w:rsidRPr="00B7644C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644C" w:rsidRPr="009C54AE" w14:paraId="6F877357" w14:textId="77777777" w:rsidTr="001E0DD3">
        <w:tc>
          <w:tcPr>
            <w:tcW w:w="1962" w:type="dxa"/>
          </w:tcPr>
          <w:p w14:paraId="2F75F614" w14:textId="2F45DFDA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3D240367" w:rsidR="00B7644C" w:rsidRPr="00B7644C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644C" w:rsidRPr="009C54AE" w14:paraId="1421B183" w14:textId="77777777" w:rsidTr="001E0DD3">
        <w:tc>
          <w:tcPr>
            <w:tcW w:w="1962" w:type="dxa"/>
          </w:tcPr>
          <w:p w14:paraId="66ACECC8" w14:textId="51A389A1" w:rsidR="00B7644C" w:rsidRPr="001E0DD3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7CFE06A5" w:rsidR="00B7644C" w:rsidRPr="00B7644C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644C" w:rsidRPr="009C54AE" w14:paraId="34EB0D25" w14:textId="77777777" w:rsidTr="001E0DD3">
        <w:tc>
          <w:tcPr>
            <w:tcW w:w="1962" w:type="dxa"/>
          </w:tcPr>
          <w:p w14:paraId="1FC9B591" w14:textId="02A57A61" w:rsidR="00B7644C" w:rsidRPr="001E0DD3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368C047C" w:rsidR="00B7644C" w:rsidRPr="00B7644C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644C" w:rsidRPr="009C54AE" w14:paraId="36BEBD30" w14:textId="77777777" w:rsidTr="001E0DD3">
        <w:tc>
          <w:tcPr>
            <w:tcW w:w="1962" w:type="dxa"/>
          </w:tcPr>
          <w:p w14:paraId="565118C9" w14:textId="4416529A" w:rsidR="00B7644C" w:rsidRPr="001E0DD3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B7644C" w:rsidRPr="009C54AE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4FC54525" w:rsidR="00B7644C" w:rsidRPr="00B7644C" w:rsidRDefault="00B7644C" w:rsidP="00B76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25EF53BA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5D5167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FC4EC" w14:textId="77777777" w:rsidR="008754DE" w:rsidRDefault="008754DE" w:rsidP="00C16ABF">
      <w:pPr>
        <w:spacing w:after="0" w:line="240" w:lineRule="auto"/>
      </w:pPr>
      <w:r>
        <w:separator/>
      </w:r>
    </w:p>
  </w:endnote>
  <w:endnote w:type="continuationSeparator" w:id="0">
    <w:p w14:paraId="497DE175" w14:textId="77777777" w:rsidR="008754DE" w:rsidRDefault="008754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4A01" w14:textId="77777777" w:rsidR="008754DE" w:rsidRDefault="008754DE" w:rsidP="00C16ABF">
      <w:pPr>
        <w:spacing w:after="0" w:line="240" w:lineRule="auto"/>
      </w:pPr>
      <w:r>
        <w:separator/>
      </w:r>
    </w:p>
  </w:footnote>
  <w:footnote w:type="continuationSeparator" w:id="0">
    <w:p w14:paraId="40E66077" w14:textId="77777777" w:rsidR="008754DE" w:rsidRDefault="008754D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42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68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754D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44C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53"/>
    <w:rsid w:val="00E47EB0"/>
    <w:rsid w:val="00E51E44"/>
    <w:rsid w:val="00E63348"/>
    <w:rsid w:val="00E661B9"/>
    <w:rsid w:val="00E742AA"/>
    <w:rsid w:val="00E77E88"/>
    <w:rsid w:val="00E8107D"/>
    <w:rsid w:val="00E848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2B4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6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68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68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FC772-7B78-43A7-BAFC-A1787F37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1063</Words>
  <Characters>6383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2020-10-23T14:41:00Z</dcterms:created>
  <dcterms:modified xsi:type="dcterms:W3CDTF">2021-11-02T08:10:00Z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